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B00" w:rsidRPr="00C20046" w:rsidRDefault="00481ABB" w:rsidP="003C3441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Příloha č. 3</w:t>
      </w:r>
      <w:bookmarkStart w:id="0" w:name="_GoBack"/>
      <w:bookmarkEnd w:id="0"/>
      <w:r w:rsidR="003C3441" w:rsidRPr="00C2004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F7141">
        <w:rPr>
          <w:rFonts w:ascii="Times New Roman" w:hAnsi="Times New Roman" w:cs="Times New Roman"/>
          <w:b/>
          <w:sz w:val="20"/>
          <w:szCs w:val="20"/>
        </w:rPr>
        <w:t>výzvy</w:t>
      </w:r>
    </w:p>
    <w:p w:rsidR="003C3441" w:rsidRPr="003C3441" w:rsidRDefault="003C3441" w:rsidP="003C34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85B00" w:rsidRDefault="003C3441" w:rsidP="003C344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C3441">
        <w:rPr>
          <w:rFonts w:ascii="Times New Roman" w:hAnsi="Times New Roman" w:cs="Times New Roman"/>
          <w:b/>
          <w:sz w:val="40"/>
          <w:szCs w:val="40"/>
        </w:rPr>
        <w:t>Krycí list nabídky</w:t>
      </w:r>
    </w:p>
    <w:p w:rsidR="003C3441" w:rsidRPr="00C20046" w:rsidRDefault="003C3441" w:rsidP="003C344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24ADC" w:rsidRDefault="003C3441" w:rsidP="003C34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04C70">
        <w:rPr>
          <w:rFonts w:ascii="Times New Roman" w:hAnsi="Times New Roman" w:cs="Times New Roman"/>
          <w:b/>
          <w:sz w:val="28"/>
        </w:rPr>
        <w:t xml:space="preserve">Svoz a odstranění nebezpečného </w:t>
      </w:r>
      <w:r w:rsidR="006F7141">
        <w:rPr>
          <w:rFonts w:ascii="Times New Roman" w:hAnsi="Times New Roman" w:cs="Times New Roman"/>
          <w:b/>
          <w:sz w:val="28"/>
        </w:rPr>
        <w:t xml:space="preserve">a komunálního </w:t>
      </w:r>
      <w:r w:rsidRPr="00004C70">
        <w:rPr>
          <w:rFonts w:ascii="Times New Roman" w:hAnsi="Times New Roman" w:cs="Times New Roman"/>
          <w:b/>
          <w:sz w:val="28"/>
        </w:rPr>
        <w:t xml:space="preserve">odpadu pro SVÚ Jihlava </w:t>
      </w:r>
      <w:r w:rsidR="006F7141">
        <w:rPr>
          <w:rFonts w:ascii="Times New Roman" w:hAnsi="Times New Roman" w:cs="Times New Roman"/>
          <w:b/>
          <w:sz w:val="28"/>
        </w:rPr>
        <w:t>(pracoviště Jihlava</w:t>
      </w:r>
      <w:r w:rsidR="00004C70" w:rsidRPr="00004C70">
        <w:rPr>
          <w:rFonts w:ascii="Times New Roman" w:hAnsi="Times New Roman" w:cs="Times New Roman"/>
          <w:b/>
          <w:sz w:val="28"/>
        </w:rPr>
        <w:t>)</w:t>
      </w:r>
    </w:p>
    <w:p w:rsidR="00C20046" w:rsidRPr="00C20046" w:rsidRDefault="00C20046" w:rsidP="003C344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20046" w:rsidRPr="00004C70" w:rsidRDefault="00C20046" w:rsidP="00C2004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8"/>
        </w:rPr>
        <w:t xml:space="preserve">Část veřejné zakázky: </w:t>
      </w:r>
    </w:p>
    <w:p w:rsidR="00DA4273" w:rsidRPr="00C20046" w:rsidRDefault="00DA4273" w:rsidP="003C3441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3C3441" w:rsidRPr="00886B25" w:rsidRDefault="003C3441" w:rsidP="003C3441">
      <w:pPr>
        <w:pStyle w:val="Nzevakce"/>
        <w:spacing w:after="120" w:line="240" w:lineRule="auto"/>
        <w:ind w:left="0"/>
        <w:rPr>
          <w:sz w:val="26"/>
          <w:szCs w:val="26"/>
        </w:rPr>
      </w:pPr>
      <w:r>
        <w:rPr>
          <w:sz w:val="26"/>
          <w:szCs w:val="26"/>
        </w:rPr>
        <w:t>Účastník</w:t>
      </w:r>
      <w:r w:rsidRPr="00886B25">
        <w:rPr>
          <w:sz w:val="26"/>
          <w:szCs w:val="26"/>
        </w:rPr>
        <w:t>:</w:t>
      </w:r>
    </w:p>
    <w:p w:rsidR="003C3441" w:rsidRDefault="003C3441" w:rsidP="003C3441">
      <w:pPr>
        <w:pStyle w:val="Zkladntext"/>
        <w:spacing w:after="60" w:line="240" w:lineRule="auto"/>
      </w:pPr>
      <w:r>
        <w:t>Název:</w:t>
      </w:r>
    </w:p>
    <w:p w:rsidR="003C3441" w:rsidRDefault="003C3441" w:rsidP="003C3441">
      <w:pPr>
        <w:pStyle w:val="Zkladntext"/>
        <w:spacing w:after="60" w:line="240" w:lineRule="auto"/>
      </w:pPr>
      <w:r>
        <w:t>Právní forma:</w:t>
      </w:r>
    </w:p>
    <w:p w:rsidR="003C3441" w:rsidRDefault="003C3441" w:rsidP="003C3441">
      <w:pPr>
        <w:pStyle w:val="Zkladntext"/>
        <w:spacing w:after="60"/>
      </w:pPr>
      <w:r>
        <w:t>Sídlo/místo podnikání:</w:t>
      </w:r>
    </w:p>
    <w:p w:rsidR="003C3441" w:rsidRDefault="003C3441" w:rsidP="003C3441">
      <w:pPr>
        <w:pStyle w:val="Zkladntext"/>
        <w:spacing w:after="60"/>
      </w:pPr>
      <w:r>
        <w:t>Korespondenční adresa:</w:t>
      </w:r>
    </w:p>
    <w:p w:rsidR="003C3441" w:rsidRDefault="003C3441" w:rsidP="003C3441">
      <w:pPr>
        <w:pStyle w:val="Zkladntext"/>
        <w:spacing w:after="60"/>
      </w:pPr>
      <w:r>
        <w:t>Zastoupený:</w:t>
      </w:r>
    </w:p>
    <w:p w:rsidR="003C3441" w:rsidRDefault="003C3441" w:rsidP="003C3441">
      <w:pPr>
        <w:pStyle w:val="Zkladntext"/>
        <w:spacing w:after="60"/>
      </w:pPr>
      <w:r>
        <w:t>IČO:</w:t>
      </w:r>
    </w:p>
    <w:p w:rsidR="003C3441" w:rsidRDefault="003C3441" w:rsidP="003C3441">
      <w:pPr>
        <w:pStyle w:val="Zkladntext"/>
        <w:spacing w:after="60"/>
      </w:pPr>
      <w:r>
        <w:t>DIČ:</w:t>
      </w:r>
    </w:p>
    <w:p w:rsidR="003C3441" w:rsidRDefault="003C3441" w:rsidP="003C3441">
      <w:pPr>
        <w:pStyle w:val="Zkladntext"/>
        <w:spacing w:after="60"/>
      </w:pPr>
      <w:r>
        <w:t>Telefon/fax/mobil:</w:t>
      </w:r>
    </w:p>
    <w:p w:rsidR="003C3441" w:rsidRDefault="003C3441" w:rsidP="003C3441">
      <w:pPr>
        <w:pStyle w:val="Zkladntext"/>
        <w:spacing w:after="60"/>
      </w:pPr>
      <w:r>
        <w:t>E-mail:</w:t>
      </w:r>
    </w:p>
    <w:p w:rsidR="003C3441" w:rsidRDefault="003C3441" w:rsidP="003C3441">
      <w:pPr>
        <w:pStyle w:val="Zkladntext"/>
        <w:spacing w:after="60"/>
      </w:pPr>
      <w:r>
        <w:t>Kontaktní osoba:</w:t>
      </w:r>
    </w:p>
    <w:p w:rsidR="003C3441" w:rsidRDefault="003C3441" w:rsidP="003C3441">
      <w:pPr>
        <w:pStyle w:val="Zkladntext"/>
        <w:spacing w:after="60"/>
      </w:pPr>
      <w:r>
        <w:t>Telefon/mobil:</w:t>
      </w:r>
    </w:p>
    <w:p w:rsidR="003C3441" w:rsidRDefault="003C3441" w:rsidP="003C3441">
      <w:pPr>
        <w:pStyle w:val="Zkladntext"/>
        <w:spacing w:after="60"/>
      </w:pPr>
      <w:r>
        <w:t>E-mail:</w:t>
      </w:r>
    </w:p>
    <w:p w:rsidR="003C3441" w:rsidRDefault="003C3441" w:rsidP="003C3441">
      <w:pPr>
        <w:pStyle w:val="Zkladntext"/>
        <w:spacing w:after="60"/>
      </w:pPr>
      <w:r>
        <w:t>Bankovní spojení:</w:t>
      </w:r>
    </w:p>
    <w:p w:rsidR="003C3441" w:rsidRDefault="003C3441" w:rsidP="00896FB1">
      <w:pPr>
        <w:pStyle w:val="Zkladntext"/>
        <w:spacing w:after="60"/>
      </w:pPr>
      <w:r>
        <w:t>Číslo účtu:</w:t>
      </w:r>
    </w:p>
    <w:p w:rsidR="003C3441" w:rsidRDefault="003C3441" w:rsidP="003C3441">
      <w:pPr>
        <w:tabs>
          <w:tab w:val="left" w:pos="3402"/>
          <w:tab w:val="left" w:pos="7938"/>
        </w:tabs>
        <w:spacing w:after="0" w:line="240" w:lineRule="auto"/>
      </w:pPr>
    </w:p>
    <w:p w:rsidR="00CE3A8F" w:rsidRPr="003C3441" w:rsidRDefault="00CE3A8F" w:rsidP="003C3441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>prohlašuje, že</w:t>
      </w:r>
    </w:p>
    <w:p w:rsidR="00CE3A8F" w:rsidRPr="003C3441" w:rsidRDefault="00CE3A8F" w:rsidP="003C3441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3A8F" w:rsidRPr="003C3441" w:rsidRDefault="000D53B3" w:rsidP="00706CAE">
      <w:pPr>
        <w:pStyle w:val="Odstavecseseznamem"/>
        <w:numPr>
          <w:ilvl w:val="0"/>
          <w:numId w:val="2"/>
        </w:numPr>
        <w:tabs>
          <w:tab w:val="left" w:pos="3402"/>
          <w:tab w:val="left" w:pos="7938"/>
        </w:tabs>
        <w:spacing w:after="6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C3441">
        <w:rPr>
          <w:rFonts w:ascii="Times New Roman" w:hAnsi="Times New Roman" w:cs="Times New Roman"/>
          <w:sz w:val="24"/>
          <w:szCs w:val="24"/>
        </w:rPr>
        <w:t>s</w:t>
      </w:r>
      <w:r w:rsidR="00CE3A8F" w:rsidRPr="003C3441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="00CE3A8F" w:rsidRPr="003C3441">
        <w:rPr>
          <w:rFonts w:ascii="Times New Roman" w:hAnsi="Times New Roman" w:cs="Times New Roman"/>
          <w:sz w:val="24"/>
          <w:szCs w:val="24"/>
        </w:rPr>
        <w:t xml:space="preserve"> podrobně </w:t>
      </w:r>
      <w:proofErr w:type="gramStart"/>
      <w:r w:rsidR="00CE3A8F" w:rsidRPr="003C3441">
        <w:rPr>
          <w:rFonts w:ascii="Times New Roman" w:hAnsi="Times New Roman" w:cs="Times New Roman"/>
          <w:sz w:val="24"/>
          <w:szCs w:val="24"/>
        </w:rPr>
        <w:t>seznámil</w:t>
      </w:r>
      <w:proofErr w:type="gramEnd"/>
      <w:r w:rsidR="00CE3A8F" w:rsidRPr="003C3441">
        <w:rPr>
          <w:rFonts w:ascii="Times New Roman" w:hAnsi="Times New Roman" w:cs="Times New Roman"/>
          <w:sz w:val="24"/>
          <w:szCs w:val="24"/>
        </w:rPr>
        <w:t xml:space="preserve"> se všemi zadávacími podmínkami, že těmto podmínkám porozuměl a že je v plném rozsahu a bez výhrad přijímá,</w:t>
      </w:r>
    </w:p>
    <w:p w:rsidR="000D53B3" w:rsidRPr="003C3441" w:rsidRDefault="003C3441" w:rsidP="00404107">
      <w:pPr>
        <w:pStyle w:val="Odstavecseseznamem"/>
        <w:numPr>
          <w:ilvl w:val="0"/>
          <w:numId w:val="2"/>
        </w:numPr>
        <w:tabs>
          <w:tab w:val="left" w:pos="3402"/>
          <w:tab w:val="left" w:pos="7938"/>
        </w:tabs>
        <w:spacing w:after="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 prostudování </w:t>
      </w:r>
      <w:r w:rsidR="00896FB1">
        <w:rPr>
          <w:rFonts w:ascii="Times New Roman" w:hAnsi="Times New Roman" w:cs="Times New Roman"/>
          <w:sz w:val="24"/>
          <w:szCs w:val="24"/>
        </w:rPr>
        <w:t>výzvy včetně všech příloh ke shora uvedené</w:t>
      </w:r>
      <w:r>
        <w:rPr>
          <w:rFonts w:ascii="Times New Roman" w:hAnsi="Times New Roman" w:cs="Times New Roman"/>
          <w:sz w:val="24"/>
          <w:szCs w:val="24"/>
        </w:rPr>
        <w:t xml:space="preserve"> zakázce nabízí realizaci výše uvedené zakázky, v rozsahu a za podmínek stanove</w:t>
      </w:r>
      <w:r w:rsidR="00896FB1">
        <w:rPr>
          <w:rFonts w:ascii="Times New Roman" w:hAnsi="Times New Roman" w:cs="Times New Roman"/>
          <w:sz w:val="24"/>
          <w:szCs w:val="24"/>
        </w:rPr>
        <w:t>ných ve výzvě</w:t>
      </w:r>
      <w:r>
        <w:rPr>
          <w:rFonts w:ascii="Times New Roman" w:hAnsi="Times New Roman" w:cs="Times New Roman"/>
          <w:sz w:val="24"/>
          <w:szCs w:val="24"/>
        </w:rPr>
        <w:t xml:space="preserve"> včetně všech dodatků k ní vydaných za níže uvedenou celkovou cenu a nikoli vyšší a předkládá vám za těchto podmínek tuto svoji nabídku zpracovanou v souladu </w:t>
      </w:r>
      <w:r w:rsidR="00896FB1">
        <w:rPr>
          <w:rFonts w:ascii="Times New Roman" w:hAnsi="Times New Roman" w:cs="Times New Roman"/>
          <w:sz w:val="24"/>
          <w:szCs w:val="24"/>
        </w:rPr>
        <w:t>s výzvou</w:t>
      </w:r>
    </w:p>
    <w:p w:rsidR="003C7F2C" w:rsidRDefault="003C7F2C" w:rsidP="00706CAE">
      <w:pPr>
        <w:pStyle w:val="Odstavecseseznamem"/>
        <w:numPr>
          <w:ilvl w:val="0"/>
          <w:numId w:val="2"/>
        </w:numPr>
        <w:tabs>
          <w:tab w:val="left" w:pos="3402"/>
          <w:tab w:val="left" w:pos="7938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>je vázán celým obsahem nabídky po celou dobu běhu zadávací lhůty</w:t>
      </w:r>
    </w:p>
    <w:p w:rsidR="003C3441" w:rsidRPr="003C3441" w:rsidRDefault="003C3441" w:rsidP="00706CAE">
      <w:pPr>
        <w:pStyle w:val="Odstavecseseznamem"/>
        <w:numPr>
          <w:ilvl w:val="0"/>
          <w:numId w:val="2"/>
        </w:numPr>
        <w:tabs>
          <w:tab w:val="left" w:pos="3402"/>
          <w:tab w:val="left" w:pos="7938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před  podáním nabídky vyjasnil všechny potřebné technické údaje, které jednoznačně vymezují množství a druh požadovaných služeb a dodávek v souvislosti s plněním této zakázky.</w:t>
      </w:r>
    </w:p>
    <w:p w:rsidR="009C19B5" w:rsidRDefault="009C19B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3C3441" w:rsidRDefault="003C3441" w:rsidP="003C3441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C3441">
        <w:rPr>
          <w:rFonts w:ascii="Times New Roman" w:hAnsi="Times New Roman" w:cs="Times New Roman"/>
          <w:b/>
          <w:sz w:val="28"/>
          <w:szCs w:val="28"/>
          <w:u w:val="single"/>
        </w:rPr>
        <w:t xml:space="preserve">Nabídková cena dle </w:t>
      </w:r>
      <w:r w:rsidR="00896FB1">
        <w:rPr>
          <w:rFonts w:ascii="Times New Roman" w:hAnsi="Times New Roman" w:cs="Times New Roman"/>
          <w:b/>
          <w:sz w:val="28"/>
          <w:szCs w:val="28"/>
          <w:u w:val="single"/>
        </w:rPr>
        <w:t>výzvy</w:t>
      </w:r>
      <w:r w:rsidRPr="003C3441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3C3441" w:rsidRPr="003C3441" w:rsidRDefault="003C3441" w:rsidP="003C3441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C3441" w:rsidRPr="003C3441" w:rsidRDefault="003C3441" w:rsidP="00185327">
      <w:pPr>
        <w:tabs>
          <w:tab w:val="left" w:pos="3402"/>
          <w:tab w:val="left" w:pos="4678"/>
          <w:tab w:val="left" w:pos="7938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3441">
        <w:rPr>
          <w:rFonts w:ascii="Times New Roman" w:hAnsi="Times New Roman" w:cs="Times New Roman"/>
          <w:b/>
          <w:sz w:val="24"/>
          <w:szCs w:val="24"/>
        </w:rPr>
        <w:t>Cel</w:t>
      </w:r>
      <w:r w:rsidR="00335A64">
        <w:rPr>
          <w:rFonts w:ascii="Times New Roman" w:hAnsi="Times New Roman" w:cs="Times New Roman"/>
          <w:b/>
          <w:sz w:val="24"/>
          <w:szCs w:val="24"/>
        </w:rPr>
        <w:t xml:space="preserve">ková </w:t>
      </w:r>
      <w:r w:rsidR="006F7141">
        <w:rPr>
          <w:rFonts w:ascii="Times New Roman" w:hAnsi="Times New Roman" w:cs="Times New Roman"/>
          <w:b/>
          <w:sz w:val="24"/>
          <w:szCs w:val="24"/>
        </w:rPr>
        <w:t>nabídková cena bez DPH za 24</w:t>
      </w:r>
      <w:r w:rsidRPr="003C3441">
        <w:rPr>
          <w:rFonts w:ascii="Times New Roman" w:hAnsi="Times New Roman" w:cs="Times New Roman"/>
          <w:b/>
          <w:sz w:val="24"/>
          <w:szCs w:val="24"/>
        </w:rPr>
        <w:t xml:space="preserve"> měsíců </w:t>
      </w:r>
    </w:p>
    <w:p w:rsidR="009C19B5" w:rsidRPr="003C3441" w:rsidRDefault="003C3441" w:rsidP="00185327">
      <w:pPr>
        <w:tabs>
          <w:tab w:val="left" w:pos="3402"/>
          <w:tab w:val="left" w:pos="4678"/>
          <w:tab w:val="left" w:pos="7938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b/>
          <w:sz w:val="24"/>
          <w:szCs w:val="24"/>
        </w:rPr>
        <w:t>plnění služby</w:t>
      </w:r>
      <w:r w:rsidR="009C19B5" w:rsidRPr="003C3441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19B5" w:rsidRPr="003C3441">
        <w:rPr>
          <w:rFonts w:ascii="Times New Roman" w:hAnsi="Times New Roman" w:cs="Times New Roman"/>
          <w:sz w:val="24"/>
          <w:szCs w:val="24"/>
        </w:rPr>
        <w:tab/>
      </w:r>
      <w:r w:rsidR="00185327" w:rsidRPr="003C344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D53B3" w:rsidRPr="003C3441">
        <w:rPr>
          <w:rFonts w:ascii="Times New Roman" w:hAnsi="Times New Roman" w:cs="Times New Roman"/>
          <w:sz w:val="24"/>
          <w:szCs w:val="24"/>
        </w:rPr>
        <w:t>…………………………………</w:t>
      </w:r>
      <w:proofErr w:type="gramStart"/>
      <w:r w:rsidR="000D53B3" w:rsidRPr="003C3441">
        <w:rPr>
          <w:rFonts w:ascii="Times New Roman" w:hAnsi="Times New Roman" w:cs="Times New Roman"/>
          <w:sz w:val="24"/>
          <w:szCs w:val="24"/>
        </w:rPr>
        <w:t>…..Kč</w:t>
      </w:r>
      <w:proofErr w:type="gramEnd"/>
    </w:p>
    <w:p w:rsidR="009C19B5" w:rsidRPr="003C3441" w:rsidRDefault="009C19B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9C19B5" w:rsidRPr="003C3441" w:rsidRDefault="009C19B5" w:rsidP="000D53B3">
      <w:pPr>
        <w:tabs>
          <w:tab w:val="left" w:pos="3402"/>
          <w:tab w:val="left" w:pos="7938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>DPH 21 %</w:t>
      </w:r>
      <w:r w:rsidRPr="003C3441">
        <w:rPr>
          <w:rFonts w:ascii="Times New Roman" w:hAnsi="Times New Roman" w:cs="Times New Roman"/>
          <w:sz w:val="24"/>
          <w:szCs w:val="24"/>
        </w:rPr>
        <w:tab/>
      </w:r>
      <w:r w:rsidR="00185327" w:rsidRPr="003C344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3C3441">
        <w:rPr>
          <w:rFonts w:ascii="Times New Roman" w:hAnsi="Times New Roman" w:cs="Times New Roman"/>
          <w:sz w:val="24"/>
          <w:szCs w:val="24"/>
        </w:rPr>
        <w:t xml:space="preserve">        ….</w:t>
      </w:r>
      <w:r w:rsidRPr="003C3441">
        <w:rPr>
          <w:rFonts w:ascii="Times New Roman" w:hAnsi="Times New Roman" w:cs="Times New Roman"/>
          <w:sz w:val="24"/>
          <w:szCs w:val="24"/>
        </w:rPr>
        <w:t>………………………………</w:t>
      </w:r>
      <w:proofErr w:type="gramStart"/>
      <w:r w:rsidRPr="003C3441">
        <w:rPr>
          <w:rFonts w:ascii="Times New Roman" w:hAnsi="Times New Roman" w:cs="Times New Roman"/>
          <w:sz w:val="24"/>
          <w:szCs w:val="24"/>
        </w:rPr>
        <w:t>…</w:t>
      </w:r>
      <w:r w:rsidR="000D53B3" w:rsidRPr="003C3441">
        <w:rPr>
          <w:rFonts w:ascii="Times New Roman" w:hAnsi="Times New Roman" w:cs="Times New Roman"/>
          <w:sz w:val="24"/>
          <w:szCs w:val="24"/>
        </w:rPr>
        <w:t>..</w:t>
      </w:r>
      <w:r w:rsidRPr="003C3441">
        <w:rPr>
          <w:rFonts w:ascii="Times New Roman" w:hAnsi="Times New Roman" w:cs="Times New Roman"/>
          <w:sz w:val="24"/>
          <w:szCs w:val="24"/>
        </w:rPr>
        <w:t>Kč</w:t>
      </w:r>
      <w:proofErr w:type="gramEnd"/>
    </w:p>
    <w:p w:rsidR="009C19B5" w:rsidRPr="003C3441" w:rsidRDefault="009C19B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9C19B5" w:rsidRPr="003C3441" w:rsidRDefault="003C3441" w:rsidP="00D93FEC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Celková cena</w:t>
      </w:r>
      <w:r w:rsidR="00D93FEC" w:rsidRPr="003C3441">
        <w:rPr>
          <w:rFonts w:ascii="Times New Roman" w:hAnsi="Times New Roman" w:cs="Times New Roman"/>
          <w:sz w:val="24"/>
          <w:szCs w:val="24"/>
        </w:rPr>
        <w:t xml:space="preserve"> vč</w:t>
      </w:r>
      <w:r>
        <w:rPr>
          <w:rFonts w:ascii="Times New Roman" w:hAnsi="Times New Roman" w:cs="Times New Roman"/>
          <w:sz w:val="24"/>
          <w:szCs w:val="24"/>
        </w:rPr>
        <w:t>etně</w:t>
      </w:r>
      <w:r w:rsidR="00185327" w:rsidRPr="003C3441">
        <w:rPr>
          <w:rFonts w:ascii="Times New Roman" w:hAnsi="Times New Roman" w:cs="Times New Roman"/>
          <w:sz w:val="24"/>
          <w:szCs w:val="24"/>
        </w:rPr>
        <w:t> </w:t>
      </w:r>
      <w:r w:rsidR="009C19B5" w:rsidRPr="003C3441">
        <w:rPr>
          <w:rFonts w:ascii="Times New Roman" w:hAnsi="Times New Roman" w:cs="Times New Roman"/>
          <w:sz w:val="24"/>
          <w:szCs w:val="24"/>
        </w:rPr>
        <w:t>DPH</w:t>
      </w:r>
      <w:r w:rsidR="00185327" w:rsidRPr="003C3441">
        <w:rPr>
          <w:rFonts w:ascii="Times New Roman" w:hAnsi="Times New Roman" w:cs="Times New Roman"/>
          <w:sz w:val="24"/>
          <w:szCs w:val="24"/>
        </w:rPr>
        <w:t xml:space="preserve"> </w:t>
      </w:r>
      <w:r w:rsidR="00D93FEC" w:rsidRPr="003C3441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185327" w:rsidRPr="003C3441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..</w:t>
      </w:r>
      <w:r w:rsidR="009C19B5" w:rsidRPr="003C3441">
        <w:rPr>
          <w:rFonts w:ascii="Times New Roman" w:hAnsi="Times New Roman" w:cs="Times New Roman"/>
          <w:sz w:val="24"/>
          <w:szCs w:val="24"/>
        </w:rPr>
        <w:t>…………………………………</w:t>
      </w:r>
      <w:proofErr w:type="gramStart"/>
      <w:r w:rsidR="00185327" w:rsidRPr="003C3441">
        <w:rPr>
          <w:rFonts w:ascii="Times New Roman" w:hAnsi="Times New Roman" w:cs="Times New Roman"/>
          <w:sz w:val="24"/>
          <w:szCs w:val="24"/>
        </w:rPr>
        <w:t>….</w:t>
      </w:r>
      <w:r w:rsidR="009C19B5" w:rsidRPr="003C3441">
        <w:rPr>
          <w:rFonts w:ascii="Times New Roman" w:hAnsi="Times New Roman" w:cs="Times New Roman"/>
          <w:sz w:val="24"/>
          <w:szCs w:val="24"/>
        </w:rPr>
        <w:t>Kč</w:t>
      </w:r>
      <w:proofErr w:type="gramEnd"/>
    </w:p>
    <w:p w:rsidR="00D93FEC" w:rsidRPr="003C3441" w:rsidRDefault="00D93FEC" w:rsidP="00D93FEC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19B5" w:rsidRPr="003C3441" w:rsidRDefault="009C19B5" w:rsidP="00706CAE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53B3" w:rsidRP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:rsidR="00706CAE" w:rsidRPr="003C3441" w:rsidRDefault="00706CAE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CAE" w:rsidRDefault="00706CAE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441" w:rsidRP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53B3" w:rsidRPr="003C3441" w:rsidRDefault="009C19B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>V ………………………………….. dne………………………….</w:t>
      </w:r>
    </w:p>
    <w:p w:rsidR="00DA4273" w:rsidRPr="003C3441" w:rsidRDefault="00DA4273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440245" w:rsidRPr="003C3441" w:rsidRDefault="0044024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440245" w:rsidRPr="003C3441" w:rsidRDefault="0044024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9C19B5" w:rsidRPr="003C3441" w:rsidRDefault="003C3441" w:rsidP="009C19B5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……………………………………………………………</w:t>
      </w:r>
    </w:p>
    <w:p w:rsidR="00CE3A8F" w:rsidRPr="003C3441" w:rsidRDefault="003C3441" w:rsidP="003C3441">
      <w:pPr>
        <w:tabs>
          <w:tab w:val="left" w:pos="5245"/>
          <w:tab w:val="left" w:pos="7938"/>
        </w:tabs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Jméno, p</w:t>
      </w:r>
      <w:r w:rsidR="009C19B5" w:rsidRPr="003C3441">
        <w:rPr>
          <w:rFonts w:ascii="Times New Roman" w:hAnsi="Times New Roman" w:cs="Times New Roman"/>
          <w:sz w:val="24"/>
          <w:szCs w:val="24"/>
        </w:rPr>
        <w:t>odpis a razítko osoby op</w:t>
      </w:r>
      <w:r w:rsidR="00BC3BD9" w:rsidRPr="003C3441">
        <w:rPr>
          <w:rFonts w:ascii="Times New Roman" w:hAnsi="Times New Roman" w:cs="Times New Roman"/>
          <w:sz w:val="24"/>
          <w:szCs w:val="24"/>
        </w:rPr>
        <w:t xml:space="preserve">rávněné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C3BD9" w:rsidRPr="003C3441">
        <w:rPr>
          <w:rFonts w:ascii="Times New Roman" w:hAnsi="Times New Roman" w:cs="Times New Roman"/>
          <w:sz w:val="24"/>
          <w:szCs w:val="24"/>
        </w:rPr>
        <w:t>jednat jménem dodavatel</w:t>
      </w:r>
      <w:r w:rsidR="009C19B5" w:rsidRPr="003C3441">
        <w:rPr>
          <w:rFonts w:ascii="Times New Roman" w:hAnsi="Times New Roman" w:cs="Times New Roman"/>
          <w:sz w:val="24"/>
          <w:szCs w:val="24"/>
        </w:rPr>
        <w:t>e</w:t>
      </w:r>
    </w:p>
    <w:sectPr w:rsidR="00CE3A8F" w:rsidRPr="003C3441" w:rsidSect="003C3441">
      <w:pgSz w:w="11906" w:h="16838"/>
      <w:pgMar w:top="56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02115"/>
    <w:multiLevelType w:val="hybridMultilevel"/>
    <w:tmpl w:val="B31826FE"/>
    <w:lvl w:ilvl="0" w:tplc="3AE828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5C2727"/>
    <w:multiLevelType w:val="hybridMultilevel"/>
    <w:tmpl w:val="7C96284E"/>
    <w:lvl w:ilvl="0" w:tplc="F852F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54EA4"/>
    <w:multiLevelType w:val="hybridMultilevel"/>
    <w:tmpl w:val="2F7AB7F0"/>
    <w:lvl w:ilvl="0" w:tplc="BBDEAD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1F8"/>
    <w:rsid w:val="00004C70"/>
    <w:rsid w:val="00026402"/>
    <w:rsid w:val="000531BD"/>
    <w:rsid w:val="000D53B3"/>
    <w:rsid w:val="001102BE"/>
    <w:rsid w:val="00185327"/>
    <w:rsid w:val="001C75B7"/>
    <w:rsid w:val="002743AA"/>
    <w:rsid w:val="002B7873"/>
    <w:rsid w:val="00335A64"/>
    <w:rsid w:val="003C3441"/>
    <w:rsid w:val="003C7F2C"/>
    <w:rsid w:val="00404107"/>
    <w:rsid w:val="00440245"/>
    <w:rsid w:val="00454069"/>
    <w:rsid w:val="00481ABB"/>
    <w:rsid w:val="00540DCF"/>
    <w:rsid w:val="0068288D"/>
    <w:rsid w:val="006F7141"/>
    <w:rsid w:val="00706CAE"/>
    <w:rsid w:val="007A328D"/>
    <w:rsid w:val="00885EFB"/>
    <w:rsid w:val="00890493"/>
    <w:rsid w:val="00896FB1"/>
    <w:rsid w:val="00922E45"/>
    <w:rsid w:val="009C19B5"/>
    <w:rsid w:val="009D4C55"/>
    <w:rsid w:val="00A61F31"/>
    <w:rsid w:val="00A85B00"/>
    <w:rsid w:val="00AA1C39"/>
    <w:rsid w:val="00BC3BD9"/>
    <w:rsid w:val="00BF36FD"/>
    <w:rsid w:val="00C20046"/>
    <w:rsid w:val="00C839BB"/>
    <w:rsid w:val="00CE3A8F"/>
    <w:rsid w:val="00D6794B"/>
    <w:rsid w:val="00D93FEC"/>
    <w:rsid w:val="00DA4273"/>
    <w:rsid w:val="00F051F8"/>
    <w:rsid w:val="00F24ADC"/>
    <w:rsid w:val="00F2624C"/>
    <w:rsid w:val="00F6530C"/>
    <w:rsid w:val="00FF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F0539"/>
  <w15:chartTrackingRefBased/>
  <w15:docId w15:val="{154DBC22-DE16-4B4B-9688-2DA439D96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51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85B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5B00"/>
    <w:rPr>
      <w:rFonts w:ascii="Segoe UI" w:hAnsi="Segoe UI" w:cs="Segoe UI"/>
      <w:sz w:val="18"/>
      <w:szCs w:val="18"/>
    </w:rPr>
  </w:style>
  <w:style w:type="paragraph" w:customStyle="1" w:styleId="Zkladntext">
    <w:name w:val="Základní text~"/>
    <w:basedOn w:val="Normln"/>
    <w:rsid w:val="003C3441"/>
    <w:pPr>
      <w:widowControl w:val="0"/>
      <w:suppressAutoHyphens/>
      <w:spacing w:after="0" w:line="100" w:lineRule="atLeast"/>
    </w:pPr>
    <w:rPr>
      <w:rFonts w:ascii="Times New Roman" w:eastAsia="Tahoma" w:hAnsi="Times New Roman" w:cs="Times New Roman"/>
      <w:sz w:val="24"/>
      <w:szCs w:val="24"/>
    </w:rPr>
  </w:style>
  <w:style w:type="paragraph" w:customStyle="1" w:styleId="Nzevakce">
    <w:name w:val="Název akce~"/>
    <w:basedOn w:val="Zkladntext"/>
    <w:rsid w:val="003C3441"/>
    <w:pPr>
      <w:ind w:left="1332"/>
    </w:pPr>
    <w:rPr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E445D480</Template>
  <TotalTime>112</TotalTime>
  <Pages>2</Pages>
  <Words>237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Honzlová</dc:creator>
  <cp:keywords/>
  <dc:description/>
  <cp:lastModifiedBy>Marcela Wolfová</cp:lastModifiedBy>
  <cp:revision>30</cp:revision>
  <cp:lastPrinted>2017-04-27T07:48:00Z</cp:lastPrinted>
  <dcterms:created xsi:type="dcterms:W3CDTF">2016-08-04T06:42:00Z</dcterms:created>
  <dcterms:modified xsi:type="dcterms:W3CDTF">2023-07-20T09:18:00Z</dcterms:modified>
</cp:coreProperties>
</file>